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D9FEA8A" w:rsidR="00CD1A58" w:rsidRPr="00EE27CA" w:rsidRDefault="00E26312">
      <w:pPr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(様式</w:t>
      </w:r>
      <w:r w:rsidR="004A618E" w:rsidRPr="00EE27CA">
        <w:rPr>
          <w:rFonts w:ascii="BIZ UD明朝 Medium" w:eastAsia="BIZ UD明朝 Medium" w:hAnsi="BIZ UD明朝 Medium" w:hint="eastAsia"/>
          <w:sz w:val="22"/>
        </w:rPr>
        <w:t>１</w:t>
      </w:r>
      <w:r w:rsidRPr="00EE27CA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EE27CA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EE27CA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EE27CA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EE27CA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EE27CA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EE27CA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2"/>
              </w:rPr>
              <w:t>住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E27CA" w:rsidRPr="00EE27CA" w14:paraId="162FAB8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2077A4B6" w14:textId="77777777" w:rsidR="00EE27CA" w:rsidRPr="00E07211" w:rsidRDefault="00EE27CA" w:rsidP="008962E7">
            <w:pPr>
              <w:jc w:val="right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649" w:type="dxa"/>
            <w:vAlign w:val="center"/>
          </w:tcPr>
          <w:p w14:paraId="28F69144" w14:textId="77777777" w:rsidR="00EE27CA" w:rsidRPr="00E07211" w:rsidRDefault="00EE27CA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1"/>
              </w:rPr>
              <w:t>所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47"/>
                <w:kern w:val="0"/>
                <w:fitText w:val="1422" w:id="-1741901560"/>
              </w:rPr>
              <w:t>担当者氏</w:t>
            </w:r>
            <w:r w:rsidRPr="00E07211">
              <w:rPr>
                <w:rFonts w:ascii="BIZ UD明朝 Medium" w:eastAsia="BIZ UD明朝 Medium" w:hAnsi="BIZ UD明朝 Medium" w:hint="eastAsia"/>
                <w:spacing w:val="-2"/>
                <w:kern w:val="0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E-</w:t>
            </w:r>
            <w:r w:rsidRPr="00E07211">
              <w:rPr>
                <w:rFonts w:ascii="BIZ UD明朝 Medium" w:eastAsia="BIZ UD明朝 Medium" w:hAnsi="BIZ UD明朝 Medium"/>
              </w:rPr>
              <w:t>m</w:t>
            </w:r>
            <w:r w:rsidRPr="00E07211">
              <w:rPr>
                <w:rFonts w:ascii="BIZ UD明朝 Medium" w:eastAsia="BIZ UD明朝 Medium" w:hAnsi="BIZ UD明朝 Medium" w:hint="eastAsia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3AD3DBC" w14:textId="482628C4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33C79032" w:rsidR="00E26312" w:rsidRPr="00EE27CA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</w:t>
      </w:r>
      <w:r w:rsidR="00E555C9" w:rsidRPr="00933752">
        <w:rPr>
          <w:rFonts w:ascii="BIZ UD明朝 Medium" w:eastAsia="BIZ UD明朝 Medium" w:hAnsi="BIZ UD明朝 Medium" w:hint="eastAsia"/>
          <w:sz w:val="22"/>
        </w:rPr>
        <w:t>令和６年度</w:t>
      </w:r>
      <w:bookmarkStart w:id="0" w:name="_GoBack"/>
      <w:bookmarkEnd w:id="0"/>
      <w:r w:rsidR="00933752" w:rsidRPr="00933752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別府市リゾート産後ケア事業</w:t>
      </w:r>
      <w:r w:rsidR="00B01543" w:rsidRPr="00B01543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委託業務</w:t>
      </w:r>
      <w:r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の</w:t>
      </w:r>
      <w:r w:rsidR="00EA492F"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公告</w:t>
      </w:r>
      <w:r w:rsidR="00EA492F" w:rsidRPr="00EE27CA">
        <w:rPr>
          <w:rFonts w:ascii="BIZ UD明朝 Medium" w:eastAsia="BIZ UD明朝 Medium" w:hAnsi="BIZ UD明朝 Medium" w:cs="ＭＳ明朝-WinCharSetFFFF-H" w:hint="eastAsia"/>
          <w:kern w:val="0"/>
        </w:rPr>
        <w:t>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EE27CA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EE27CA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E07211" w:rsidRDefault="00E05F4F">
      <w:pPr>
        <w:rPr>
          <w:rFonts w:ascii="BIZ UD明朝 Medium" w:eastAsia="BIZ UD明朝 Medium" w:hAnsi="BIZ UD明朝 Medium"/>
        </w:rPr>
      </w:pPr>
      <w:r w:rsidRPr="00E07211">
        <w:rPr>
          <w:rFonts w:ascii="BIZ UD明朝 Medium" w:eastAsia="BIZ UD明朝 Medium" w:hAnsi="BIZ UD明朝 Medium" w:hint="eastAsia"/>
        </w:rPr>
        <w:t>※質問は、簡潔に取りまとめて記載すること。</w:t>
      </w:r>
    </w:p>
    <w:sectPr w:rsidR="00E26312" w:rsidRPr="00E07211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36D92" w14:textId="77777777" w:rsidR="00D33286" w:rsidRDefault="00D33286" w:rsidP="00E26312">
      <w:r>
        <w:separator/>
      </w:r>
    </w:p>
  </w:endnote>
  <w:endnote w:type="continuationSeparator" w:id="0">
    <w:p w14:paraId="10B38D20" w14:textId="77777777" w:rsidR="00D33286" w:rsidRDefault="00D3328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3BA52" w14:textId="77777777" w:rsidR="00D33286" w:rsidRDefault="00D33286" w:rsidP="00E26312">
      <w:r>
        <w:separator/>
      </w:r>
    </w:p>
  </w:footnote>
  <w:footnote w:type="continuationSeparator" w:id="0">
    <w:p w14:paraId="1AF24631" w14:textId="77777777" w:rsidR="00D33286" w:rsidRDefault="00D3328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12C17"/>
    <w:rsid w:val="00203554"/>
    <w:rsid w:val="002E02D0"/>
    <w:rsid w:val="00450FF8"/>
    <w:rsid w:val="004A618E"/>
    <w:rsid w:val="005B2806"/>
    <w:rsid w:val="005F1FA2"/>
    <w:rsid w:val="0074275C"/>
    <w:rsid w:val="008962E7"/>
    <w:rsid w:val="00933752"/>
    <w:rsid w:val="00B01543"/>
    <w:rsid w:val="00B03C96"/>
    <w:rsid w:val="00BF1E80"/>
    <w:rsid w:val="00C769AF"/>
    <w:rsid w:val="00C92C93"/>
    <w:rsid w:val="00CD1A58"/>
    <w:rsid w:val="00D33286"/>
    <w:rsid w:val="00E05F4F"/>
    <w:rsid w:val="00E07211"/>
    <w:rsid w:val="00E26312"/>
    <w:rsid w:val="00E555C9"/>
    <w:rsid w:val="00E869D6"/>
    <w:rsid w:val="00EA492F"/>
    <w:rsid w:val="00E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9886A780.dotm</Template>
  <TotalTime>29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2024-07-10T01:54:00Z</dcterms:modified>
</cp:coreProperties>
</file>